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697" w:rsidRDefault="0038769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Lisa</w:t>
      </w:r>
    </w:p>
    <w:p w:rsidR="00011B32" w:rsidRDefault="00387697">
      <w:pPr>
        <w:ind w:left="5040"/>
      </w:pPr>
      <w:r>
        <w:t>R</w:t>
      </w:r>
      <w:r w:rsidR="00011B32">
        <w:t xml:space="preserve">MK ja </w:t>
      </w:r>
      <w:r w:rsidR="003D4396">
        <w:t>Keskkonnateabe Keskuse (Keskkonnaagentuur) vahelise 18.01.2013</w:t>
      </w:r>
      <w:r w:rsidR="00011B32">
        <w:t xml:space="preserve"> sõlmitud </w:t>
      </w:r>
    </w:p>
    <w:p w:rsidR="00387697" w:rsidRDefault="00011B32">
      <w:pPr>
        <w:ind w:left="5040"/>
      </w:pPr>
      <w:r>
        <w:t>töövõtu</w:t>
      </w:r>
      <w:r w:rsidR="00387697">
        <w:t xml:space="preserve">lepingu nr </w:t>
      </w:r>
      <w:r w:rsidR="003D4396">
        <w:t>1-18/1</w:t>
      </w:r>
      <w:r w:rsidR="00387697">
        <w:t xml:space="preserve"> juurde</w:t>
      </w:r>
    </w:p>
    <w:p w:rsidR="00387697" w:rsidRDefault="00387697" w:rsidP="00A00D13">
      <w:pPr>
        <w:ind w:left="5040"/>
        <w:jc w:val="both"/>
      </w:pPr>
    </w:p>
    <w:p w:rsidR="00A00D13" w:rsidRDefault="00A00D13" w:rsidP="00A00D13">
      <w:pPr>
        <w:ind w:left="5040"/>
        <w:jc w:val="both"/>
      </w:pPr>
    </w:p>
    <w:p w:rsidR="00387697" w:rsidRDefault="00387697">
      <w:pPr>
        <w:jc w:val="center"/>
        <w:rPr>
          <w:b/>
          <w:bCs/>
        </w:rPr>
      </w:pPr>
      <w:r>
        <w:rPr>
          <w:b/>
          <w:bCs/>
        </w:rPr>
        <w:t>KOKKULEPE LEPINGU LÕPETAMISE KOHTA</w:t>
      </w:r>
    </w:p>
    <w:p w:rsidR="00387697" w:rsidRDefault="00387697">
      <w:pPr>
        <w:jc w:val="center"/>
        <w:rPr>
          <w:b/>
          <w:bCs/>
        </w:rPr>
      </w:pPr>
    </w:p>
    <w:p w:rsidR="00E94E0D" w:rsidRDefault="00E94E0D">
      <w:pPr>
        <w:jc w:val="center"/>
        <w:rPr>
          <w:b/>
          <w:bCs/>
        </w:rPr>
      </w:pPr>
    </w:p>
    <w:p w:rsidR="00E94E0D" w:rsidRPr="000873B4" w:rsidRDefault="00E94E0D" w:rsidP="00E94E0D">
      <w:pPr>
        <w:jc w:val="right"/>
        <w:rPr>
          <w:i/>
        </w:rPr>
      </w:pPr>
      <w:r w:rsidRPr="000873B4">
        <w:rPr>
          <w:i/>
        </w:rPr>
        <w:t>/Kuupäev vastavalt hilisemale digitaalallkirja kuupäevale/</w:t>
      </w:r>
    </w:p>
    <w:p w:rsidR="00011B32" w:rsidRDefault="00011B32" w:rsidP="00A00D13"/>
    <w:p w:rsidR="00387697" w:rsidRDefault="00387697">
      <w:pPr>
        <w:jc w:val="center"/>
      </w:pPr>
    </w:p>
    <w:p w:rsidR="00387697" w:rsidRDefault="00387697" w:rsidP="0001165A">
      <w:pPr>
        <w:jc w:val="both"/>
      </w:pPr>
      <w:r>
        <w:t xml:space="preserve">1. </w:t>
      </w:r>
      <w:r w:rsidR="00F32412">
        <w:t>P</w:t>
      </w:r>
      <w:r>
        <w:t xml:space="preserve">ooled </w:t>
      </w:r>
      <w:r w:rsidR="00F32412">
        <w:t xml:space="preserve">on </w:t>
      </w:r>
      <w:r>
        <w:t>kokku l</w:t>
      </w:r>
      <w:r w:rsidR="00011B32">
        <w:t>ep</w:t>
      </w:r>
      <w:r w:rsidR="00E94E0D">
        <w:t>pinud, et Leping lõppeb hilisema digitaalallkirja andmise kuupäeval.</w:t>
      </w:r>
    </w:p>
    <w:p w:rsidR="00011B32" w:rsidRDefault="00011B32" w:rsidP="0001165A">
      <w:pPr>
        <w:jc w:val="both"/>
      </w:pPr>
    </w:p>
    <w:p w:rsidR="00011B32" w:rsidRPr="007D4858" w:rsidRDefault="00011B32" w:rsidP="0001165A">
      <w:pPr>
        <w:jc w:val="both"/>
      </w:pPr>
      <w:r w:rsidRPr="007D4858">
        <w:t>2</w:t>
      </w:r>
      <w:r w:rsidR="00387697" w:rsidRPr="007D4858">
        <w:t xml:space="preserve">. </w:t>
      </w:r>
      <w:r w:rsidRPr="007D4858">
        <w:t xml:space="preserve">Pooled kinnitavad, et neil ei ole teineteise vastu </w:t>
      </w:r>
      <w:r w:rsidR="003D4396">
        <w:t xml:space="preserve">18.01.2013 </w:t>
      </w:r>
      <w:r w:rsidR="00E80C0C" w:rsidRPr="007D4858">
        <w:t xml:space="preserve">sõlmitud töövõtulepingu </w:t>
      </w:r>
      <w:r w:rsidR="00E94E0D" w:rsidRPr="007D4858">
        <w:t xml:space="preserve">                   </w:t>
      </w:r>
      <w:r w:rsidR="003D4396">
        <w:t>nr 1-18/1</w:t>
      </w:r>
      <w:r w:rsidR="00E80C0C" w:rsidRPr="007D4858">
        <w:t xml:space="preserve"> osas </w:t>
      </w:r>
      <w:r w:rsidRPr="007D4858">
        <w:t>pretensioone ega nõudeid.</w:t>
      </w:r>
    </w:p>
    <w:p w:rsidR="00011B32" w:rsidRPr="007D4858" w:rsidRDefault="00011B32">
      <w:pPr>
        <w:ind w:left="360" w:hanging="360"/>
      </w:pPr>
    </w:p>
    <w:p w:rsidR="00387697" w:rsidRDefault="00387697">
      <w:pPr>
        <w:ind w:left="360"/>
      </w:pPr>
    </w:p>
    <w:p w:rsidR="00387697" w:rsidRDefault="00011B32">
      <w:pPr>
        <w:ind w:left="360"/>
      </w:pPr>
      <w:r>
        <w:rPr>
          <w:b/>
          <w:bCs/>
        </w:rPr>
        <w:t>/Tellija/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/Töövõtja/</w:t>
      </w:r>
      <w:r w:rsidR="00F32412" w:rsidRPr="003B708E">
        <w:rPr>
          <w:bCs/>
          <w:i/>
        </w:rPr>
        <w:tab/>
      </w:r>
      <w:r w:rsidR="00F32412" w:rsidRPr="003B708E">
        <w:rPr>
          <w:bCs/>
          <w:i/>
        </w:rPr>
        <w:tab/>
      </w:r>
      <w:r w:rsidR="00F32412" w:rsidRPr="003B708E">
        <w:rPr>
          <w:bCs/>
          <w:i/>
        </w:rPr>
        <w:tab/>
      </w:r>
      <w:r w:rsidR="00F32412" w:rsidRPr="003B708E">
        <w:rPr>
          <w:bCs/>
          <w:i/>
        </w:rPr>
        <w:tab/>
      </w:r>
    </w:p>
    <w:p w:rsidR="00F32412" w:rsidRDefault="00F32412">
      <w:pPr>
        <w:ind w:left="360"/>
      </w:pPr>
    </w:p>
    <w:p w:rsidR="00E94E0D" w:rsidRPr="002E50D2" w:rsidRDefault="00E94E0D" w:rsidP="00E94E0D">
      <w:pPr>
        <w:ind w:firstLine="284"/>
        <w:jc w:val="both"/>
        <w:rPr>
          <w:i/>
        </w:rPr>
      </w:pPr>
      <w:r w:rsidRPr="002E50D2">
        <w:rPr>
          <w:i/>
        </w:rPr>
        <w:t>(allkirjastatud digitaalselt)</w:t>
      </w:r>
      <w:r w:rsidRPr="002E50D2">
        <w:rPr>
          <w:i/>
        </w:rPr>
        <w:tab/>
      </w:r>
      <w:r w:rsidRPr="002E50D2">
        <w:rPr>
          <w:i/>
        </w:rPr>
        <w:tab/>
      </w:r>
      <w:r w:rsidR="00DB1401">
        <w:rPr>
          <w:i/>
        </w:rPr>
        <w:tab/>
      </w:r>
      <w:r w:rsidRPr="002E50D2">
        <w:rPr>
          <w:i/>
        </w:rPr>
        <w:tab/>
        <w:t>(allkirjastatud digitaalselt)</w:t>
      </w:r>
    </w:p>
    <w:p w:rsidR="00E94E0D" w:rsidRPr="002E50D2" w:rsidRDefault="00E94E0D" w:rsidP="00E94E0D">
      <w:pPr>
        <w:ind w:firstLine="708"/>
        <w:jc w:val="both"/>
        <w:rPr>
          <w:i/>
        </w:rPr>
      </w:pPr>
    </w:p>
    <w:p w:rsidR="00387697" w:rsidRPr="000C0B19" w:rsidRDefault="00011B32" w:rsidP="00011B32">
      <w:pPr>
        <w:ind w:firstLine="360"/>
      </w:pPr>
      <w:r>
        <w:t>Maarika Tiigimäe</w:t>
      </w:r>
      <w:r>
        <w:tab/>
      </w:r>
      <w:r>
        <w:tab/>
      </w:r>
      <w:r>
        <w:tab/>
      </w:r>
      <w:r>
        <w:tab/>
      </w:r>
      <w:r w:rsidR="006D2064">
        <w:tab/>
      </w:r>
      <w:proofErr w:type="spellStart"/>
      <w:r w:rsidR="00CA50B7" w:rsidRPr="000C0B19">
        <w:t>Taimar</w:t>
      </w:r>
      <w:proofErr w:type="spellEnd"/>
      <w:r w:rsidR="00CA50B7" w:rsidRPr="000C0B19">
        <w:t xml:space="preserve"> Ala</w:t>
      </w:r>
    </w:p>
    <w:p w:rsidR="00011B32" w:rsidRPr="000C0B19" w:rsidRDefault="00011B32" w:rsidP="00DE726D">
      <w:pPr>
        <w:ind w:left="360"/>
        <w:rPr>
          <w:iCs/>
        </w:rPr>
      </w:pPr>
      <w:r w:rsidRPr="000C0B19">
        <w:rPr>
          <w:iCs/>
        </w:rPr>
        <w:t>RMK maakorraldustalituse</w:t>
      </w:r>
      <w:r w:rsidR="003D4396" w:rsidRPr="000C0B19">
        <w:rPr>
          <w:iCs/>
        </w:rPr>
        <w:tab/>
      </w:r>
      <w:r w:rsidR="003D4396" w:rsidRPr="000C0B19">
        <w:rPr>
          <w:iCs/>
        </w:rPr>
        <w:tab/>
      </w:r>
      <w:r w:rsidR="003D4396" w:rsidRPr="000C0B19">
        <w:rPr>
          <w:iCs/>
        </w:rPr>
        <w:tab/>
        <w:t>Keskkonnaagentuur</w:t>
      </w:r>
    </w:p>
    <w:p w:rsidR="00387697" w:rsidRPr="000C0B19" w:rsidRDefault="00011B32" w:rsidP="00DE726D">
      <w:pPr>
        <w:ind w:left="360"/>
        <w:rPr>
          <w:iCs/>
        </w:rPr>
      </w:pPr>
      <w:r w:rsidRPr="000C0B19">
        <w:rPr>
          <w:iCs/>
        </w:rPr>
        <w:t>maakorralduse peaspetsialist</w:t>
      </w:r>
      <w:r w:rsidR="00DE726D" w:rsidRPr="000C0B19">
        <w:rPr>
          <w:i/>
          <w:iCs/>
        </w:rPr>
        <w:tab/>
      </w:r>
      <w:r w:rsidR="00DE726D" w:rsidRPr="000C0B19">
        <w:rPr>
          <w:i/>
          <w:iCs/>
        </w:rPr>
        <w:tab/>
      </w:r>
      <w:r w:rsidRPr="000C0B19">
        <w:rPr>
          <w:i/>
          <w:iCs/>
        </w:rPr>
        <w:tab/>
      </w:r>
      <w:r w:rsidR="006D2064" w:rsidRPr="000C0B19">
        <w:rPr>
          <w:iCs/>
        </w:rPr>
        <w:t>direktor</w:t>
      </w:r>
    </w:p>
    <w:p w:rsidR="006D2064" w:rsidRPr="00DE726D" w:rsidRDefault="003D4396" w:rsidP="00DE726D">
      <w:pPr>
        <w:ind w:left="360"/>
        <w:rPr>
          <w:iCs/>
        </w:rPr>
      </w:pPr>
      <w:r w:rsidRPr="000C0B19">
        <w:rPr>
          <w:iCs/>
        </w:rPr>
        <w:t>Toompuiestee 24, Tallinn 10149</w:t>
      </w:r>
      <w:r w:rsidR="006D2064" w:rsidRPr="000C0B19">
        <w:rPr>
          <w:iCs/>
        </w:rPr>
        <w:tab/>
      </w:r>
      <w:r w:rsidR="006D2064" w:rsidRPr="000C0B19">
        <w:rPr>
          <w:iCs/>
        </w:rPr>
        <w:tab/>
      </w:r>
      <w:r w:rsidR="006D2064" w:rsidRPr="000C0B19">
        <w:rPr>
          <w:iCs/>
        </w:rPr>
        <w:tab/>
        <w:t>Mustamäe tee 33, Tallinn 10616</w:t>
      </w:r>
      <w:bookmarkStart w:id="0" w:name="_GoBack"/>
      <w:bookmarkEnd w:id="0"/>
    </w:p>
    <w:sectPr w:rsidR="006D2064" w:rsidRPr="00DE726D" w:rsidSect="00011B32">
      <w:type w:val="continuous"/>
      <w:pgSz w:w="11906" w:h="16838"/>
      <w:pgMar w:top="1134" w:right="1274" w:bottom="1440" w:left="1797" w:header="709" w:footer="709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15550"/>
    <w:multiLevelType w:val="hybridMultilevel"/>
    <w:tmpl w:val="8238FC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DC77A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D404E4D"/>
    <w:multiLevelType w:val="hybridMultilevel"/>
    <w:tmpl w:val="04BA99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C33"/>
    <w:rsid w:val="0001165A"/>
    <w:rsid w:val="00011B32"/>
    <w:rsid w:val="000318AB"/>
    <w:rsid w:val="000C0B19"/>
    <w:rsid w:val="00231846"/>
    <w:rsid w:val="002A3092"/>
    <w:rsid w:val="00387697"/>
    <w:rsid w:val="003D4396"/>
    <w:rsid w:val="00423643"/>
    <w:rsid w:val="00445574"/>
    <w:rsid w:val="005B4E77"/>
    <w:rsid w:val="006820B0"/>
    <w:rsid w:val="006A6E42"/>
    <w:rsid w:val="006D2064"/>
    <w:rsid w:val="007215C8"/>
    <w:rsid w:val="007D4858"/>
    <w:rsid w:val="00830840"/>
    <w:rsid w:val="00895C33"/>
    <w:rsid w:val="00A00D13"/>
    <w:rsid w:val="00C7029F"/>
    <w:rsid w:val="00CA50B7"/>
    <w:rsid w:val="00D2403A"/>
    <w:rsid w:val="00DB1401"/>
    <w:rsid w:val="00DE726D"/>
    <w:rsid w:val="00E50646"/>
    <w:rsid w:val="00E80C0C"/>
    <w:rsid w:val="00E94E0D"/>
    <w:rsid w:val="00F32412"/>
    <w:rsid w:val="00F3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A00D13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A00D13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arika.tiigimae\AppData\Local\Microsoft\Windows\Temporary%20Internet%20Files\Content.IE5\Q1809GR8\lepingu%20l&#245;petamise%20kokkulepe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lepingu lõpetamise kokkulepe.dot</Template>
  <TotalTime>1</TotalTime>
  <Pages>1</Pages>
  <Words>77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Riigimetsa  Majandamise Keskus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Maarika Tiigimäe</cp:lastModifiedBy>
  <cp:revision>3</cp:revision>
  <cp:lastPrinted>2013-01-16T08:46:00Z</cp:lastPrinted>
  <dcterms:created xsi:type="dcterms:W3CDTF">2016-06-21T18:45:00Z</dcterms:created>
  <dcterms:modified xsi:type="dcterms:W3CDTF">2016-06-21T18:45:00Z</dcterms:modified>
</cp:coreProperties>
</file>